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87D27" w:rsidTr="008540C4">
        <w:trPr>
          <w:trHeight w:val="2694"/>
        </w:trPr>
        <w:tc>
          <w:tcPr>
            <w:tcW w:w="4927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>ПРИЛОЖЕНИЕ</w:t>
            </w:r>
            <w:r w:rsidR="00752A23">
              <w:rPr>
                <w:sz w:val="24"/>
                <w:szCs w:val="24"/>
              </w:rPr>
              <w:t xml:space="preserve"> №</w:t>
            </w:r>
            <w:r w:rsidRPr="00E87D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</w:p>
          <w:p w:rsidR="008540C4" w:rsidRPr="007F1535" w:rsidRDefault="00E87D27" w:rsidP="008540C4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  <w:r w:rsidR="008540C4" w:rsidRPr="007F1535">
              <w:rPr>
                <w:sz w:val="24"/>
                <w:szCs w:val="24"/>
              </w:rPr>
              <w:t xml:space="preserve">в границах части элемента планировочной структуры: </w:t>
            </w:r>
          </w:p>
          <w:p w:rsidR="00841DA2" w:rsidRPr="00841DA2" w:rsidRDefault="00841DA2" w:rsidP="00841DA2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841DA2">
              <w:rPr>
                <w:sz w:val="24"/>
                <w:szCs w:val="24"/>
              </w:rPr>
              <w:t xml:space="preserve">ул. Адмиралтейская, ул. Советская, </w:t>
            </w:r>
          </w:p>
          <w:p w:rsidR="008540C4" w:rsidRDefault="00841DA2" w:rsidP="00841DA2">
            <w:pPr>
              <w:jc w:val="center"/>
              <w:rPr>
                <w:sz w:val="24"/>
                <w:szCs w:val="24"/>
              </w:rPr>
            </w:pPr>
            <w:r w:rsidRPr="00841DA2">
              <w:rPr>
                <w:sz w:val="24"/>
                <w:szCs w:val="24"/>
              </w:rPr>
              <w:t xml:space="preserve">ул. </w:t>
            </w:r>
            <w:proofErr w:type="spellStart"/>
            <w:r w:rsidRPr="00841DA2">
              <w:rPr>
                <w:sz w:val="24"/>
                <w:szCs w:val="24"/>
              </w:rPr>
              <w:t>Валявкина</w:t>
            </w:r>
            <w:proofErr w:type="spellEnd"/>
            <w:r w:rsidRPr="00841DA2">
              <w:rPr>
                <w:sz w:val="24"/>
                <w:szCs w:val="24"/>
              </w:rPr>
              <w:t xml:space="preserve">, просп. Никольский </w:t>
            </w:r>
          </w:p>
          <w:p w:rsidR="00E87D27" w:rsidRDefault="00E87D27" w:rsidP="008540C4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87D27" w:rsidRPr="00E87D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отчетности по осуществляемым "Застройщиком" этапам реализации решения о комплексном развитии территории жилой застройки</w:t>
      </w:r>
    </w:p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2189"/>
        <w:gridCol w:w="1970"/>
        <w:gridCol w:w="1474"/>
        <w:gridCol w:w="1653"/>
        <w:gridCol w:w="1657"/>
      </w:tblGrid>
      <w:tr w:rsidR="00391308" w:rsidRPr="00391308" w:rsidTr="0073109C">
        <w:tc>
          <w:tcPr>
            <w:tcW w:w="911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№</w:t>
            </w:r>
          </w:p>
        </w:tc>
        <w:tc>
          <w:tcPr>
            <w:tcW w:w="2189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Наименование </w:t>
            </w:r>
            <w:r>
              <w:t>обязательства</w:t>
            </w:r>
            <w:r w:rsidRPr="00391308">
              <w:t xml:space="preserve"> этапа реализации решения </w:t>
            </w:r>
            <w:r w:rsidRPr="00391308">
              <w:br/>
              <w:t>о комплексном развитии территории жилой застройки согласно обязательствам Застройщика</w:t>
            </w:r>
          </w:p>
        </w:tc>
        <w:tc>
          <w:tcPr>
            <w:tcW w:w="1970" w:type="dxa"/>
            <w:vAlign w:val="center"/>
          </w:tcPr>
          <w:p w:rsidR="00D32B90" w:rsidRDefault="00391308" w:rsidP="00391308">
            <w:pPr>
              <w:jc w:val="center"/>
            </w:pPr>
            <w:r w:rsidRPr="00391308">
              <w:t xml:space="preserve">Срок реализации </w:t>
            </w:r>
          </w:p>
          <w:p w:rsidR="00D32B90" w:rsidRDefault="00391308" w:rsidP="00391308">
            <w:pPr>
              <w:jc w:val="center"/>
            </w:pPr>
            <w:r w:rsidRPr="00391308">
              <w:t xml:space="preserve">в соответствии </w:t>
            </w:r>
            <w:r w:rsidRPr="00391308">
              <w:br/>
              <w:t xml:space="preserve">с приложением </w:t>
            </w:r>
            <w:r w:rsidR="00B931D0">
              <w:t>№</w:t>
            </w:r>
            <w:r w:rsidRPr="00391308">
              <w:t xml:space="preserve"> 3 </w:t>
            </w:r>
          </w:p>
          <w:p w:rsidR="00391308" w:rsidRPr="00391308" w:rsidRDefault="00391308" w:rsidP="00391308">
            <w:pPr>
              <w:jc w:val="center"/>
            </w:pPr>
            <w:r w:rsidRPr="00391308">
              <w:t>к Договору</w:t>
            </w:r>
            <w:bookmarkStart w:id="0" w:name="_GoBack"/>
            <w:bookmarkEnd w:id="0"/>
          </w:p>
        </w:tc>
        <w:tc>
          <w:tcPr>
            <w:tcW w:w="1474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Фактический срок реализации</w:t>
            </w:r>
          </w:p>
        </w:tc>
        <w:tc>
          <w:tcPr>
            <w:tcW w:w="1653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Обоснование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  <w:tc>
          <w:tcPr>
            <w:tcW w:w="1657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Предложение </w:t>
            </w:r>
            <w:r w:rsidRPr="00391308">
              <w:br/>
              <w:t xml:space="preserve">по устранению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1.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2.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391308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B931D0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75C" w:rsidRDefault="001D075C">
      <w:pPr>
        <w:spacing w:after="0" w:line="240" w:lineRule="auto"/>
      </w:pPr>
      <w:r>
        <w:separator/>
      </w:r>
    </w:p>
  </w:endnote>
  <w:endnote w:type="continuationSeparator" w:id="0">
    <w:p w:rsidR="001D075C" w:rsidRDefault="001D0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75C" w:rsidRDefault="001D075C">
      <w:pPr>
        <w:spacing w:after="0" w:line="240" w:lineRule="auto"/>
      </w:pPr>
      <w:r>
        <w:separator/>
      </w:r>
    </w:p>
  </w:footnote>
  <w:footnote w:type="continuationSeparator" w:id="0">
    <w:p w:rsidR="001D075C" w:rsidRDefault="001D0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125F">
          <w:rPr>
            <w:noProof/>
          </w:rPr>
          <w:t>2</w:t>
        </w:r>
        <w:r>
          <w:fldChar w:fldCharType="end"/>
        </w:r>
      </w:p>
    </w:sdtContent>
  </w:sdt>
  <w:p w:rsidR="00DF4010" w:rsidRDefault="00B931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1D075C"/>
    <w:rsid w:val="00377907"/>
    <w:rsid w:val="00391308"/>
    <w:rsid w:val="0044125F"/>
    <w:rsid w:val="00470E7A"/>
    <w:rsid w:val="006F3246"/>
    <w:rsid w:val="00752A23"/>
    <w:rsid w:val="00841DA2"/>
    <w:rsid w:val="008540C4"/>
    <w:rsid w:val="008B3278"/>
    <w:rsid w:val="0091311D"/>
    <w:rsid w:val="00952C29"/>
    <w:rsid w:val="009F5E6B"/>
    <w:rsid w:val="00A05EB7"/>
    <w:rsid w:val="00AB19DA"/>
    <w:rsid w:val="00AB276A"/>
    <w:rsid w:val="00B640EA"/>
    <w:rsid w:val="00B931D0"/>
    <w:rsid w:val="00D32B90"/>
    <w:rsid w:val="00DE61C2"/>
    <w:rsid w:val="00E3419F"/>
    <w:rsid w:val="00E8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931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1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931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1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2024-11-02T13:11:00Z</cp:lastPrinted>
  <dcterms:created xsi:type="dcterms:W3CDTF">2024-11-01T06:39:00Z</dcterms:created>
  <dcterms:modified xsi:type="dcterms:W3CDTF">2024-11-02T13:11:00Z</dcterms:modified>
</cp:coreProperties>
</file>